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60" w:rsidRPr="003F6C60" w:rsidRDefault="008A54D9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6387991" wp14:editId="4F9C97C0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23336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BEC" w:rsidRDefault="00244B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44BEC" w:rsidRDefault="003F6C60" w:rsidP="003F6C6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6C60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«Переселение граждан из аварийного жилищного фонда, признанного таковым на территории города </w:t>
                            </w:r>
                            <w:proofErr w:type="spellStart"/>
                            <w:r w:rsidRPr="003F6C6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3F6C6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после 01.01.2012 года, с финансовой поддержкой из областного бюджета Новосибирской области», утвержденную постановлением администрации города </w:t>
                            </w:r>
                            <w:proofErr w:type="spellStart"/>
                            <w:r w:rsidRPr="003F6C6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3F6C60">
                              <w:rPr>
                                <w:sz w:val="28"/>
                                <w:szCs w:val="28"/>
                              </w:rPr>
                              <w:t xml:space="preserve"> от 25.05.2015 № 995 (с изменениями, внесенными постановлениями администрации города </w:t>
                            </w:r>
                            <w:proofErr w:type="spellStart"/>
                            <w:r w:rsidRPr="003F6C60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3F6C6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21.06.2016 № 1037, от 08.06.2017 № 886, от 01.03.2018  № 294, от 30.07.2018 № 1189</w:t>
                            </w:r>
                            <w:proofErr w:type="gramEnd"/>
                            <w:r w:rsidRPr="003F6C60">
                              <w:rPr>
                                <w:sz w:val="28"/>
                                <w:szCs w:val="28"/>
                              </w:rPr>
                              <w:t>, от 19.09.2018 № 1465, от 09.11.2018 № 1746, от 24.06.2019 № 862, от 17.03.2020 № 343, от 21.07.2020 № 836, от 01.06.2021 № 761, от 31.03.2022 № 450)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183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e9PrgIAAKo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" filled="f" stroked="f">
                <v:textbox inset="0,0,0,0">
                  <w:txbxContent>
                    <w:p w:rsidR="00244BEC" w:rsidRDefault="00244BEC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44BEC" w:rsidRDefault="003F6C60" w:rsidP="003F6C6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3F6C60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«Переселение граждан из аварийного жилищного фонда, признанного таковым на территории города </w:t>
                      </w:r>
                      <w:proofErr w:type="spellStart"/>
                      <w:r w:rsidRPr="003F6C6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3F6C60">
                        <w:rPr>
                          <w:sz w:val="28"/>
                          <w:szCs w:val="28"/>
                        </w:rPr>
                        <w:t xml:space="preserve"> Новосибирской области после 01.01.2012 года, с финансовой поддержкой из областного бюджета Новосибирской области», утвержденную постановлением администрации города </w:t>
                      </w:r>
                      <w:proofErr w:type="spellStart"/>
                      <w:r w:rsidRPr="003F6C6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3F6C60">
                        <w:rPr>
                          <w:sz w:val="28"/>
                          <w:szCs w:val="28"/>
                        </w:rPr>
                        <w:t xml:space="preserve"> от 25.05.2015 № 995 (с изменениями, внесенными постановлениями администрации города </w:t>
                      </w:r>
                      <w:proofErr w:type="spellStart"/>
                      <w:r w:rsidRPr="003F6C60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3F6C60">
                        <w:rPr>
                          <w:sz w:val="28"/>
                          <w:szCs w:val="28"/>
                        </w:rPr>
                        <w:t xml:space="preserve"> Новосибирской области от 21.06.2016 № 1037, от 08.06.2017 № 886, от 01.03.2018  № 294, от 30.07.2018 № 1189</w:t>
                      </w:r>
                      <w:proofErr w:type="gramEnd"/>
                      <w:r w:rsidRPr="003F6C60">
                        <w:rPr>
                          <w:sz w:val="28"/>
                          <w:szCs w:val="28"/>
                        </w:rPr>
                        <w:t>, от 19.09.2018 № 1465, от 09.11.2018 № 1746, от 24.06.2019 № 862, от 17.03.2020 № 343, от 21.07.2020 № 836, от 01.06.2021 № 761, от 31.03.2022 № 450)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576860E" wp14:editId="6F0190BD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BEC" w:rsidRDefault="008A54D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7C4F1845" wp14:editId="0162F952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BEC" w:rsidRDefault="008A54D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ГОРОДА  ИСКИТИМА  </w:t>
                            </w:r>
                          </w:p>
                          <w:p w:rsidR="00244BEC" w:rsidRDefault="008A54D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244BEC" w:rsidRDefault="008A54D9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0139130" wp14:editId="09B57DFC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A1A91B5" wp14:editId="5854879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BEC" w:rsidRDefault="008A54D9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F6C60">
                              <w:rPr>
                                <w:sz w:val="24"/>
                                <w:u w:val="single"/>
                              </w:rPr>
                              <w:t xml:space="preserve">         29</w:t>
                            </w:r>
                            <w:r w:rsidR="008729A4">
                              <w:rPr>
                                <w:sz w:val="24"/>
                                <w:u w:val="single"/>
                              </w:rPr>
                              <w:t>.06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.2023         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F6C60">
                              <w:rPr>
                                <w:sz w:val="24"/>
                                <w:u w:val="single"/>
                              </w:rPr>
                              <w:t xml:space="preserve">          1269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244BEC" w:rsidRDefault="00244BE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244BEC" w:rsidRDefault="008A54D9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F6C60">
                        <w:rPr>
                          <w:sz w:val="24"/>
                          <w:u w:val="single"/>
                        </w:rPr>
                        <w:t xml:space="preserve">         29</w:t>
                      </w:r>
                      <w:r w:rsidR="008729A4">
                        <w:rPr>
                          <w:sz w:val="24"/>
                          <w:u w:val="single"/>
                        </w:rPr>
                        <w:t>.06</w:t>
                      </w:r>
                      <w:r>
                        <w:rPr>
                          <w:sz w:val="24"/>
                          <w:u w:val="single"/>
                        </w:rPr>
                        <w:t xml:space="preserve">.2023           </w:t>
                      </w:r>
                      <w:r>
                        <w:rPr>
                          <w:sz w:val="24"/>
                        </w:rPr>
                        <w:t xml:space="preserve">                        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F6C60">
                        <w:rPr>
                          <w:sz w:val="24"/>
                          <w:u w:val="single"/>
                        </w:rPr>
                        <w:t xml:space="preserve">          1269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244BEC" w:rsidRDefault="00244BEC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3F6C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депутатов города </w:t>
      </w:r>
      <w:proofErr w:type="spellStart"/>
      <w:r w:rsidR="003F6C60"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 от 27.12.2022 года № 130 «О бюджете города </w:t>
      </w:r>
      <w:proofErr w:type="spellStart"/>
      <w:r w:rsidR="003F6C60"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 Новосибирской области на 2023 год и плановый период 2024 и 2025 годов» (в редакции решения Совета депутатов города </w:t>
      </w:r>
      <w:proofErr w:type="spellStart"/>
      <w:r w:rsidR="003F6C60"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 от 31.05.2023 № 163), в целях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</w:t>
      </w:r>
      <w:proofErr w:type="gramEnd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 № 66-п, администрация города </w:t>
      </w:r>
      <w:proofErr w:type="spellStart"/>
      <w:r w:rsidR="003F6C60"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3F6C60" w:rsidRPr="003F6C6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3F6C60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«Переселение граждан из аварийного жилищного фонда, признанного таковым на территории города </w:t>
      </w:r>
      <w:proofErr w:type="spellStart"/>
      <w:r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3F6C60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01.01.2012 года, с финансовой поддержкой из областного бюджета Новосибирской области» (далее - муниципальная программа), утвержденную постановлением администрации города </w:t>
      </w:r>
      <w:proofErr w:type="spellStart"/>
      <w:r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3F6C60">
        <w:rPr>
          <w:rFonts w:ascii="Times New Roman" w:hAnsi="Times New Roman" w:cs="Times New Roman"/>
          <w:sz w:val="28"/>
          <w:szCs w:val="28"/>
        </w:rPr>
        <w:t xml:space="preserve"> от 25.05.2015 № 995 (с изменениями, внесенными постановлениями администрации города </w:t>
      </w:r>
      <w:proofErr w:type="spellStart"/>
      <w:r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3F6C60">
        <w:rPr>
          <w:rFonts w:ascii="Times New Roman" w:hAnsi="Times New Roman" w:cs="Times New Roman"/>
          <w:sz w:val="28"/>
          <w:szCs w:val="28"/>
        </w:rPr>
        <w:t xml:space="preserve"> Новосибирской области от 21.06.2016 № 1037, от 08.06.2017 № 886, от 01.03.2018 № 294, от</w:t>
      </w:r>
      <w:proofErr w:type="gramEnd"/>
      <w:r w:rsidRPr="003F6C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C60">
        <w:rPr>
          <w:rFonts w:ascii="Times New Roman" w:hAnsi="Times New Roman" w:cs="Times New Roman"/>
          <w:sz w:val="28"/>
          <w:szCs w:val="28"/>
        </w:rPr>
        <w:t xml:space="preserve">30.07.2018 № 1189, от 19.09.2018 № 1465, от 09.11.2018 № 1746, от 24.06.2019 № 862, от 17.03.2020 № 343, от 21.07.2020 № 836, от 01.06.2021 № 761, от 31.03.2022 № </w:t>
      </w:r>
      <w:r w:rsidRPr="003F6C60">
        <w:rPr>
          <w:rFonts w:ascii="Times New Roman" w:hAnsi="Times New Roman" w:cs="Times New Roman"/>
          <w:sz w:val="28"/>
          <w:szCs w:val="28"/>
        </w:rPr>
        <w:lastRenderedPageBreak/>
        <w:t>450), следующие изменения:</w:t>
      </w:r>
      <w:proofErr w:type="gramEnd"/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1.1. Раздел I «Паспорт муниципальной программы»  изложить в редакции согласно приложению 1 к настоящему постановлению;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1.2. В разделе IV «Основные мероприятия Программы»: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1.2.1. цифры «15122,03» заменить цифрами «15392,13»;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1.2.2. цифры «34» заменить цифрами «35»;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 xml:space="preserve">1.2.3. слова «2015-2024 годы» заменить словами «2015-2026 годы»; 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1.3. В разделе V «Обоснование объемов средств на реализацию Программы»: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1.3.1. исключить слова: «в 2015-2022 годах»;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1.3.2. исключить слова: «в размере до 85 % от стоимости мероприятий Программы»;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1.3.3. исключить слова: «в размере не менее 15% от стоимости мероприятий Программы»;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1.4. В разделе VII «Ожидаемые результаты реализации Программы»: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1.4.1.  цифры «902» заменить цифрами «921»;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1.4.2. цифры «15122,03» заменить цифрами «15392,13»;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1.5. Приложения 1,2,3 к Программе изложить в редакции приложений 2,3,4 к настоящему постановлению.</w:t>
      </w:r>
    </w:p>
    <w:p w:rsidR="003F6C60" w:rsidRPr="003F6C60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опубликования.</w:t>
      </w:r>
    </w:p>
    <w:p w:rsidR="00244BEC" w:rsidRDefault="003F6C60" w:rsidP="003F6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C60"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в газете «</w:t>
      </w:r>
      <w:proofErr w:type="spellStart"/>
      <w:r w:rsidRPr="003F6C60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3F6C60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</w:t>
      </w:r>
      <w:proofErr w:type="spellStart"/>
      <w:r w:rsidRPr="003F6C6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3F6C60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Pr="000134DB">
          <w:rPr>
            <w:rStyle w:val="ac"/>
            <w:rFonts w:ascii="Times New Roman" w:hAnsi="Times New Roman" w:cs="Times New Roman"/>
            <w:sz w:val="28"/>
            <w:szCs w:val="28"/>
          </w:rPr>
          <w:t>http://iskitim.nso.ru</w:t>
        </w:r>
      </w:hyperlink>
      <w:r w:rsidRPr="003F6C60">
        <w:rPr>
          <w:rFonts w:ascii="Times New Roman" w:hAnsi="Times New Roman" w:cs="Times New Roman"/>
          <w:sz w:val="28"/>
          <w:szCs w:val="28"/>
        </w:rPr>
        <w:t>).</w:t>
      </w:r>
    </w:p>
    <w:p w:rsidR="003F6C60" w:rsidRDefault="003F6C60" w:rsidP="003F6C60">
      <w:pPr>
        <w:pStyle w:val="ConsPlusNormal"/>
        <w:ind w:firstLine="540"/>
        <w:jc w:val="both"/>
        <w:rPr>
          <w:sz w:val="28"/>
        </w:rPr>
      </w:pPr>
    </w:p>
    <w:p w:rsidR="00244BEC" w:rsidRDefault="00244BEC">
      <w:pPr>
        <w:pStyle w:val="ConsPlusNormal"/>
        <w:ind w:firstLine="540"/>
        <w:jc w:val="both"/>
        <w:rPr>
          <w:sz w:val="28"/>
        </w:rPr>
      </w:pPr>
    </w:p>
    <w:p w:rsidR="00244BEC" w:rsidRDefault="008A54D9">
      <w:pPr>
        <w:rPr>
          <w:sz w:val="28"/>
        </w:rPr>
      </w:pPr>
      <w:r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      </w:t>
      </w:r>
      <w:proofErr w:type="spellStart"/>
      <w:r>
        <w:rPr>
          <w:sz w:val="28"/>
        </w:rPr>
        <w:t>С.В.Завражин</w:t>
      </w:r>
      <w:proofErr w:type="spellEnd"/>
      <w:r>
        <w:rPr>
          <w:sz w:val="28"/>
        </w:rPr>
        <w:t xml:space="preserve">  </w:t>
      </w: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Pr="003F6C60" w:rsidRDefault="003F6C60" w:rsidP="003F6C60">
      <w:pPr>
        <w:jc w:val="right"/>
        <w:rPr>
          <w:sz w:val="28"/>
        </w:rPr>
      </w:pPr>
      <w:r w:rsidRPr="003F6C60">
        <w:rPr>
          <w:sz w:val="28"/>
        </w:rPr>
        <w:lastRenderedPageBreak/>
        <w:t xml:space="preserve">Приложение 1 к постановлению </w:t>
      </w:r>
    </w:p>
    <w:p w:rsidR="003F6C60" w:rsidRPr="003F6C60" w:rsidRDefault="003F6C60" w:rsidP="003F6C60">
      <w:pPr>
        <w:jc w:val="right"/>
        <w:rPr>
          <w:sz w:val="28"/>
        </w:rPr>
      </w:pPr>
      <w:r w:rsidRPr="003F6C60">
        <w:rPr>
          <w:sz w:val="28"/>
        </w:rPr>
        <w:t xml:space="preserve">администрации города </w:t>
      </w:r>
      <w:proofErr w:type="spellStart"/>
      <w:r w:rsidRPr="003F6C60">
        <w:rPr>
          <w:sz w:val="28"/>
        </w:rPr>
        <w:t>Искитима</w:t>
      </w:r>
      <w:proofErr w:type="spellEnd"/>
      <w:r w:rsidRPr="003F6C60">
        <w:rPr>
          <w:sz w:val="28"/>
        </w:rPr>
        <w:t xml:space="preserve"> Новосибирской области</w:t>
      </w:r>
    </w:p>
    <w:p w:rsidR="003F6C60" w:rsidRPr="003F6C60" w:rsidRDefault="003F6C60" w:rsidP="003F6C60">
      <w:pPr>
        <w:jc w:val="right"/>
        <w:rPr>
          <w:sz w:val="28"/>
        </w:rPr>
      </w:pPr>
      <w:r w:rsidRPr="003F6C60">
        <w:rPr>
          <w:sz w:val="28"/>
        </w:rPr>
        <w:t xml:space="preserve">от  </w:t>
      </w:r>
      <w:r>
        <w:rPr>
          <w:sz w:val="28"/>
        </w:rPr>
        <w:t>29.06.2023</w:t>
      </w:r>
      <w:r w:rsidRPr="003F6C60">
        <w:rPr>
          <w:sz w:val="28"/>
        </w:rPr>
        <w:t xml:space="preserve">  № </w:t>
      </w:r>
      <w:r>
        <w:rPr>
          <w:sz w:val="28"/>
        </w:rPr>
        <w:t>1269</w:t>
      </w:r>
    </w:p>
    <w:p w:rsidR="003F6C60" w:rsidRPr="003F6C60" w:rsidRDefault="003F6C60" w:rsidP="003F6C60">
      <w:pPr>
        <w:rPr>
          <w:sz w:val="28"/>
        </w:rPr>
      </w:pPr>
    </w:p>
    <w:p w:rsidR="003F6C60" w:rsidRPr="003F6C60" w:rsidRDefault="003F6C60" w:rsidP="003F6C60">
      <w:pPr>
        <w:rPr>
          <w:sz w:val="28"/>
        </w:rPr>
      </w:pPr>
    </w:p>
    <w:p w:rsidR="003F6C60" w:rsidRPr="003F6C60" w:rsidRDefault="003F6C60" w:rsidP="003F6C60">
      <w:pPr>
        <w:jc w:val="center"/>
        <w:rPr>
          <w:sz w:val="28"/>
        </w:rPr>
      </w:pPr>
      <w:r w:rsidRPr="003F6C60">
        <w:rPr>
          <w:sz w:val="28"/>
          <w:lang w:val="en-US"/>
        </w:rPr>
        <w:t>I</w:t>
      </w:r>
      <w:r w:rsidRPr="003F6C60">
        <w:rPr>
          <w:sz w:val="28"/>
        </w:rPr>
        <w:t>. Паспорт муниципальной программы</w:t>
      </w:r>
    </w:p>
    <w:p w:rsidR="003F6C60" w:rsidRPr="003F6C60" w:rsidRDefault="003F6C60" w:rsidP="003F6C6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Наименование разделов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Краткое содержание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Муниципальная программа "Переселение граждан из аварийного жилищного фонда, признанного таковым на территории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Новосибирской области после 01.01.2012 года, с финансовой поддержкой из областного бюджета Новосибирской области"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Администрация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(далее - Администрация)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Отдел городского хозяйства администрации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Администрация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Перечень подпрограмм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Подпрограммы не выделяются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Цель Программы: обеспечение устойчивого сокращения аварийного жилищного фонда на территории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>.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1) Количество переселенных жителей.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2) Количество расселенных помещений.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3) Общая площадь расселенных жилых помещений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Сроки и этапы реализации муниципально</w:t>
            </w:r>
            <w:r w:rsidRPr="003F6C60">
              <w:rPr>
                <w:sz w:val="28"/>
              </w:rPr>
              <w:lastRenderedPageBreak/>
              <w:t>й программы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lastRenderedPageBreak/>
              <w:t>Программа реализуется в 2015 - 2026 годах: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2015 года - срок реализации до 31.12.2015;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2016 года - срок реализации до 31.12.2016;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lastRenderedPageBreak/>
              <w:t>этап 2017 года - срок реализации до 31.12.2017;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2018 года - срок реализации до 31.12.2018;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2019 года - срок реализации до 31.12.2019;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2020 года - срок реализации до 31.12.2020;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2021 года - срок реализации до 31.12.2021;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2022 года - срок реализации до 31.12.2022;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2023 года - срок реализации до 31.12.2023;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2024 года - срок реализации до 31.12.2024;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2025 года - срок реализации до 31.12.2025;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этап 2026 года - срок реализации до 31.12.2026.</w:t>
            </w:r>
          </w:p>
        </w:tc>
      </w:tr>
      <w:tr w:rsidR="003F6C60" w:rsidRPr="003F6C60" w:rsidTr="00F8332F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Общий прогнозный объем финансирования Программы в 2015 - 2026 годах – 1 097 209,5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42 415,9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1 054 793,7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2015 года - 2 720,1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- 816,1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- 1 904,0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2016 года - 0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2017 года - 86 992,4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- 14 042,4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- 72 950,0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2018 года - 70 875,7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- 10 848,3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- 60 027,4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по этапу 2019 года - 46 188,5 тыс. рублей, в том числе по </w:t>
            </w:r>
            <w:r w:rsidRPr="003F6C60">
              <w:rPr>
                <w:sz w:val="28"/>
              </w:rPr>
              <w:lastRenderedPageBreak/>
              <w:t>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- 6 928,3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- 39 260,2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2020 года - 0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2021 года - 6 259,8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939,0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- 5 320,8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2022 года - 0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2023 года - 0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0 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2024 года – 72 139,5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 721,4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71 418,1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2025 года – 361 683,9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3 616,8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средства областного бюджета Новосибирской области – 358 067,1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по этапу 2026 года – 450 349,6  тыс. рублей, в том числе по источникам финансирования: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 xml:space="preserve">средства бюджета города </w:t>
            </w:r>
            <w:proofErr w:type="spellStart"/>
            <w:r w:rsidRPr="003F6C60">
              <w:rPr>
                <w:sz w:val="28"/>
              </w:rPr>
              <w:t>Искитима</w:t>
            </w:r>
            <w:proofErr w:type="spellEnd"/>
            <w:r w:rsidRPr="003F6C60">
              <w:rPr>
                <w:sz w:val="28"/>
              </w:rPr>
              <w:t xml:space="preserve"> – 4 503,5 тыс. рублей;</w:t>
            </w:r>
          </w:p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lastRenderedPageBreak/>
              <w:t>средства областного бюджета Новосибирской области – 445 846,1 тыс. рублей.</w:t>
            </w:r>
          </w:p>
          <w:p w:rsidR="003F6C60" w:rsidRPr="003F6C60" w:rsidRDefault="003F6C60" w:rsidP="003F6C60">
            <w:pPr>
              <w:rPr>
                <w:sz w:val="28"/>
              </w:rPr>
            </w:pPr>
          </w:p>
        </w:tc>
      </w:tr>
      <w:tr w:rsidR="003F6C60" w:rsidRPr="003F6C60" w:rsidTr="00F8332F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В результате реализации Программы планируется ликвидировать аварийный жилищный фонд в размере 15392,13 кв. м общей площади жилых помещений</w:t>
            </w:r>
          </w:p>
        </w:tc>
      </w:tr>
      <w:tr w:rsidR="003F6C60" w:rsidRPr="003F6C60" w:rsidTr="00F8332F">
        <w:trPr>
          <w:gridAfter w:val="1"/>
          <w:wAfter w:w="9" w:type="dxa"/>
        </w:trPr>
        <w:tc>
          <w:tcPr>
            <w:tcW w:w="1905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3F6C60" w:rsidRPr="003F6C60" w:rsidRDefault="003F6C60" w:rsidP="003F6C60">
            <w:pPr>
              <w:rPr>
                <w:sz w:val="28"/>
              </w:rPr>
            </w:pPr>
            <w:r w:rsidRPr="003F6C60">
              <w:rPr>
                <w:sz w:val="28"/>
              </w:rPr>
              <w:t>http://iskitim.nso.ru</w:t>
            </w:r>
          </w:p>
        </w:tc>
      </w:tr>
    </w:tbl>
    <w:p w:rsidR="003F6C60" w:rsidRPr="003F6C60" w:rsidRDefault="003F6C60" w:rsidP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</w:p>
    <w:p w:rsidR="003F6C60" w:rsidRDefault="003F6C60">
      <w:pPr>
        <w:rPr>
          <w:sz w:val="28"/>
        </w:rPr>
      </w:pPr>
      <w:bookmarkStart w:id="0" w:name="_GoBack"/>
      <w:bookmarkEnd w:id="0"/>
    </w:p>
    <w:sectPr w:rsidR="003F6C6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EC" w:rsidRDefault="008A54D9">
      <w:r>
        <w:separator/>
      </w:r>
    </w:p>
  </w:endnote>
  <w:endnote w:type="continuationSeparator" w:id="0">
    <w:p w:rsidR="00244BEC" w:rsidRDefault="008A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EC" w:rsidRDefault="008A54D9">
      <w:r>
        <w:separator/>
      </w:r>
    </w:p>
  </w:footnote>
  <w:footnote w:type="continuationSeparator" w:id="0">
    <w:p w:rsidR="00244BEC" w:rsidRDefault="008A5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EC"/>
    <w:rsid w:val="00244BEC"/>
    <w:rsid w:val="003F6C60"/>
    <w:rsid w:val="008729A4"/>
    <w:rsid w:val="008A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skitim.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6</Pages>
  <Words>1014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2023-06-29T04:09:00Z</cp:lastPrinted>
  <dcterms:created xsi:type="dcterms:W3CDTF">2023-06-29T09:46:00Z</dcterms:created>
  <dcterms:modified xsi:type="dcterms:W3CDTF">2023-06-29T09:46:00Z</dcterms:modified>
</cp:coreProperties>
</file>